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606" w:type="dxa"/>
        <w:tblLook w:val="04A0" w:firstRow="1" w:lastRow="0" w:firstColumn="1" w:lastColumn="0" w:noHBand="0" w:noVBand="1"/>
      </w:tblPr>
      <w:tblGrid>
        <w:gridCol w:w="3164"/>
        <w:gridCol w:w="1764"/>
        <w:gridCol w:w="4678"/>
      </w:tblGrid>
      <w:tr w:rsidR="005C2160" w:rsidRPr="00145EFD" w:rsidTr="00722182">
        <w:tc>
          <w:tcPr>
            <w:tcW w:w="3164" w:type="dxa"/>
            <w:vMerge w:val="restart"/>
            <w:hideMark/>
          </w:tcPr>
          <w:p w:rsidR="008E58B8" w:rsidRDefault="008E58B8" w:rsidP="00722182">
            <w:pPr>
              <w:jc w:val="left"/>
              <w:rPr>
                <w:rFonts w:cs="Arial"/>
              </w:rPr>
            </w:pPr>
            <w:bookmarkStart w:id="0" w:name="_GoBack" w:colFirst="2" w:colLast="2"/>
            <w:r w:rsidRPr="008E58B8">
              <w:rPr>
                <w:rFonts w:cs="Arial"/>
              </w:rPr>
              <w:t>Rohune</w:t>
            </w:r>
            <w:r>
              <w:rPr>
                <w:rFonts w:cs="Arial"/>
              </w:rPr>
              <w:t>eme tee 29/1 Haabneeme alevik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Viimsi vald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 xml:space="preserve">74001 Harjumaa </w:t>
            </w:r>
          </w:p>
          <w:p w:rsidR="005C2160" w:rsidRPr="00145EFD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>ida-harjumaa@rmk.ee</w:t>
            </w: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  <w:hideMark/>
          </w:tcPr>
          <w:p w:rsidR="005C2160" w:rsidRPr="00145EFD" w:rsidRDefault="002D469E" w:rsidP="00731C8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26.05</w:t>
            </w:r>
            <w:r w:rsidR="00CC72F6">
              <w:rPr>
                <w:rFonts w:cs="Arial"/>
              </w:rPr>
              <w:t>.2023</w:t>
            </w:r>
          </w:p>
        </w:tc>
      </w:tr>
      <w:bookmarkEnd w:id="0"/>
    </w:tbl>
    <w:p w:rsidR="005C2160" w:rsidRPr="00145EFD" w:rsidRDefault="005C2160" w:rsidP="005C2160">
      <w:pPr>
        <w:rPr>
          <w:rFonts w:cs="Arial"/>
        </w:rPr>
      </w:pPr>
    </w:p>
    <w:p w:rsidR="005C2160" w:rsidRPr="00145EFD" w:rsidRDefault="005C2160" w:rsidP="005C2160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2"/>
      </w:tblGrid>
      <w:tr w:rsidR="005C2160" w:rsidRPr="00145EFD" w:rsidTr="00722182">
        <w:tc>
          <w:tcPr>
            <w:tcW w:w="4554" w:type="dxa"/>
            <w:hideMark/>
          </w:tcPr>
          <w:tbl>
            <w:tblPr>
              <w:tblW w:w="4536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5C2160" w:rsidRPr="00145EFD" w:rsidTr="00716D88">
              <w:tc>
                <w:tcPr>
                  <w:tcW w:w="4536" w:type="dxa"/>
                  <w:hideMark/>
                </w:tcPr>
                <w:p w:rsidR="005C2160" w:rsidRPr="00145EFD" w:rsidRDefault="005C2160" w:rsidP="00722182">
                  <w:pPr>
                    <w:ind w:left="-108"/>
                    <w:jc w:val="left"/>
                    <w:rPr>
                      <w:rFonts w:cs="Arial"/>
                    </w:rPr>
                  </w:pPr>
                  <w:r w:rsidRPr="00145EFD">
                    <w:rPr>
                      <w:rFonts w:cs="Arial"/>
                    </w:rPr>
                    <w:t>Väljaõppe</w:t>
                  </w:r>
                  <w:r w:rsidR="000C3E6E">
                    <w:rPr>
                      <w:rFonts w:cs="Arial"/>
                    </w:rPr>
                    <w:t xml:space="preserve"> kooskõlastamine</w:t>
                  </w:r>
                </w:p>
              </w:tc>
            </w:tr>
          </w:tbl>
          <w:p w:rsidR="005C2160" w:rsidRPr="00145EFD" w:rsidRDefault="005C2160" w:rsidP="00722182">
            <w:pPr>
              <w:rPr>
                <w:rFonts w:cs="Arial"/>
              </w:rPr>
            </w:pPr>
          </w:p>
        </w:tc>
      </w:tr>
    </w:tbl>
    <w:p w:rsidR="005C2160" w:rsidRDefault="005C2160" w:rsidP="005C2160">
      <w:pPr>
        <w:rPr>
          <w:rFonts w:cs="Arial"/>
        </w:rPr>
      </w:pPr>
    </w:p>
    <w:p w:rsidR="001752E1" w:rsidRDefault="001752E1" w:rsidP="000A21CC">
      <w:pPr>
        <w:spacing w:after="160" w:line="259" w:lineRule="auto"/>
        <w:rPr>
          <w:rFonts w:cs="Arial"/>
        </w:rPr>
      </w:pPr>
      <w:r>
        <w:rPr>
          <w:rFonts w:cs="Arial"/>
        </w:rPr>
        <w:t xml:space="preserve">1. Käesolevaga soovime kooskõlastust </w:t>
      </w:r>
      <w:r w:rsidR="00CC72F6">
        <w:rPr>
          <w:rFonts w:cs="Arial"/>
        </w:rPr>
        <w:t>Kaitseväe</w:t>
      </w:r>
      <w:r>
        <w:rPr>
          <w:rFonts w:cs="Arial"/>
        </w:rPr>
        <w:t xml:space="preserve"> harjutuse läbiviimiseks </w:t>
      </w:r>
      <w:r w:rsidR="000060E2">
        <w:rPr>
          <w:rFonts w:cs="Arial"/>
        </w:rPr>
        <w:t>Ida-Harjumaa</w:t>
      </w:r>
      <w:r>
        <w:rPr>
          <w:rFonts w:cs="Arial"/>
        </w:rPr>
        <w:t xml:space="preserve"> metskonna aladel </w:t>
      </w:r>
      <w:r w:rsidR="000C3E6E">
        <w:rPr>
          <w:rFonts w:cs="Arial"/>
        </w:rPr>
        <w:t>(katastritunnused:</w:t>
      </w:r>
      <w:r w:rsidR="002D469E">
        <w:rPr>
          <w:rFonts w:cs="Arial"/>
        </w:rPr>
        <w:t xml:space="preserve"> </w:t>
      </w:r>
      <w:r w:rsidR="002D469E" w:rsidRPr="002D469E">
        <w:rPr>
          <w:rFonts w:cs="Arial"/>
        </w:rPr>
        <w:t>35206:002:0075</w:t>
      </w:r>
      <w:r w:rsidR="002D469E">
        <w:rPr>
          <w:rFonts w:cs="Arial"/>
        </w:rPr>
        <w:t xml:space="preserve">, </w:t>
      </w:r>
      <w:r w:rsidR="002D469E" w:rsidRPr="002D469E">
        <w:rPr>
          <w:rFonts w:cs="Arial"/>
        </w:rPr>
        <w:t>35206:002:0270</w:t>
      </w:r>
      <w:r w:rsidR="002D469E">
        <w:rPr>
          <w:rFonts w:cs="Arial"/>
        </w:rPr>
        <w:t xml:space="preserve">, </w:t>
      </w:r>
      <w:r w:rsidR="002D469E" w:rsidRPr="002D469E">
        <w:rPr>
          <w:rFonts w:cs="Arial"/>
        </w:rPr>
        <w:t>35206:001:0230</w:t>
      </w:r>
      <w:r w:rsidR="002D469E">
        <w:rPr>
          <w:rFonts w:cs="Arial"/>
        </w:rPr>
        <w:t xml:space="preserve">, </w:t>
      </w:r>
      <w:r w:rsidR="002D469E" w:rsidRPr="002D469E">
        <w:rPr>
          <w:rFonts w:cs="Arial"/>
        </w:rPr>
        <w:t>35206:001:0059</w:t>
      </w:r>
      <w:r w:rsidR="000C3E6E">
        <w:rPr>
          <w:rFonts w:cs="Arial"/>
        </w:rPr>
        <w:t xml:space="preserve">) </w:t>
      </w:r>
      <w:r>
        <w:rPr>
          <w:rFonts w:cs="Arial"/>
        </w:rPr>
        <w:t xml:space="preserve">ajavahemikul </w:t>
      </w:r>
      <w:r w:rsidR="002D469E">
        <w:rPr>
          <w:rFonts w:cs="Arial"/>
          <w:b/>
        </w:rPr>
        <w:t>06-07.06</w:t>
      </w:r>
      <w:r w:rsidR="00CC72F6" w:rsidRPr="001B7B8E">
        <w:rPr>
          <w:rFonts w:cs="Arial"/>
          <w:b/>
        </w:rPr>
        <w:t>.2023.</w:t>
      </w:r>
    </w:p>
    <w:p w:rsidR="00CC72F6" w:rsidRDefault="00CC72F6" w:rsidP="005C2160">
      <w:pPr>
        <w:rPr>
          <w:rFonts w:cs="Arial"/>
        </w:rPr>
      </w:pP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2. Kavandatava harjutuse täpsema asukoha leiate dokumendi lisast (kaart).</w:t>
      </w:r>
    </w:p>
    <w:p w:rsidR="001752E1" w:rsidRDefault="00755724" w:rsidP="008E58B8">
      <w:pPr>
        <w:jc w:val="left"/>
        <w:rPr>
          <w:rFonts w:cs="Arial"/>
        </w:rPr>
      </w:pPr>
      <w:r>
        <w:rPr>
          <w:rFonts w:cs="Arial"/>
        </w:rPr>
        <w:t>3. Harjutusel osaleb: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4. Harjutusel kavandatava tegevuse kirjeldus: </w:t>
      </w:r>
      <w:r w:rsidR="00CC72F6" w:rsidRPr="00564B5F">
        <w:rPr>
          <w:rFonts w:cs="Arial"/>
          <w:b/>
        </w:rPr>
        <w:t xml:space="preserve">Kaitseväe </w:t>
      </w:r>
      <w:proofErr w:type="spellStart"/>
      <w:r w:rsidR="00CC72F6" w:rsidRPr="00564B5F">
        <w:rPr>
          <w:rFonts w:cs="Arial"/>
          <w:b/>
        </w:rPr>
        <w:t>keskpolügooni</w:t>
      </w:r>
      <w:proofErr w:type="spellEnd"/>
      <w:r w:rsidR="00CC72F6" w:rsidRPr="00564B5F">
        <w:rPr>
          <w:rFonts w:cs="Arial"/>
          <w:b/>
        </w:rPr>
        <w:t xml:space="preserve"> laiendatud </w:t>
      </w:r>
      <w:proofErr w:type="spellStart"/>
      <w:r w:rsidR="00CC72F6" w:rsidRPr="00564B5F">
        <w:rPr>
          <w:rFonts w:cs="Arial"/>
          <w:b/>
        </w:rPr>
        <w:t>ohuala</w:t>
      </w:r>
      <w:proofErr w:type="spellEnd"/>
      <w:r w:rsidR="00CC72F6" w:rsidRPr="00564B5F">
        <w:rPr>
          <w:rFonts w:cs="Arial"/>
          <w:b/>
        </w:rPr>
        <w:t xml:space="preserve"> kasutamine.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 Lisatingimused</w:t>
      </w:r>
      <w:r w:rsidR="00737F36">
        <w:rPr>
          <w:rFonts w:cs="Arial"/>
        </w:rPr>
        <w:t>: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5.1. mootorsõidukite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5.2. tulirelvade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5.3. imitatsioonivahendite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5.4. kaevikute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5.5. ajutiste ehitiste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5.6. tule tegemine: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5.7. tuleohtlike 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5.8. metsateede sulgemine ajavahemikus: </w:t>
      </w:r>
      <w:r w:rsidR="00755724">
        <w:rPr>
          <w:rFonts w:cs="Arial"/>
        </w:rPr>
        <w:t>-</w:t>
      </w:r>
    </w:p>
    <w:p w:rsidR="001752E1" w:rsidRDefault="008E58B8" w:rsidP="008E58B8">
      <w:pPr>
        <w:jc w:val="left"/>
        <w:rPr>
          <w:rFonts w:cs="Arial"/>
        </w:rPr>
      </w:pPr>
      <w:r>
        <w:rPr>
          <w:rFonts w:cs="Arial"/>
        </w:rPr>
        <w:t>5.9.</w:t>
      </w:r>
      <w:r w:rsidR="001752E1">
        <w:rPr>
          <w:rFonts w:cs="Arial"/>
        </w:rPr>
        <w:t>metsaosa sulgemine kohaliku omavalitsuse loal teistele isikutele ajavahemikus:</w:t>
      </w:r>
      <w:r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5.10. viitade ja muu visuaalse informatsiooni paigaldamine: </w:t>
      </w:r>
      <w:proofErr w:type="spellStart"/>
      <w:r w:rsidR="000C3E6E">
        <w:rPr>
          <w:rFonts w:cs="Arial"/>
        </w:rPr>
        <w:t>Keskpolügooni</w:t>
      </w:r>
      <w:proofErr w:type="spellEnd"/>
      <w:r w:rsidR="000C3E6E">
        <w:rPr>
          <w:rFonts w:cs="Arial"/>
        </w:rPr>
        <w:t xml:space="preserve"> laiendatud </w:t>
      </w:r>
      <w:proofErr w:type="spellStart"/>
      <w:r w:rsidR="000C3E6E">
        <w:rPr>
          <w:rFonts w:cs="Arial"/>
        </w:rPr>
        <w:t>ohuala</w:t>
      </w:r>
      <w:proofErr w:type="spellEnd"/>
      <w:r w:rsidR="000C3E6E">
        <w:rPr>
          <w:rFonts w:cs="Arial"/>
        </w:rPr>
        <w:t xml:space="preserve"> on tähistatud.</w:t>
      </w:r>
    </w:p>
    <w:p w:rsidR="00564B5F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5.11. liikumispiirangud teistele isikutele ajavahemikus: </w:t>
      </w:r>
      <w:r w:rsidR="002D469E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5.12. elanikele puhkamiseks mõeldud alade kasutamine ajavahemikus: </w:t>
      </w:r>
      <w:r w:rsidR="008E58B8">
        <w:rPr>
          <w:rFonts w:cs="Arial"/>
        </w:rPr>
        <w:t>-</w:t>
      </w:r>
    </w:p>
    <w:p w:rsidR="001752E1" w:rsidRDefault="001752E1" w:rsidP="005C2160">
      <w:pPr>
        <w:rPr>
          <w:rFonts w:cs="Arial"/>
        </w:rPr>
      </w:pPr>
    </w:p>
    <w:p w:rsidR="00564B5F" w:rsidRDefault="005B3E75" w:rsidP="005C2160">
      <w:pPr>
        <w:rPr>
          <w:rFonts w:cs="Arial"/>
        </w:rPr>
      </w:pPr>
      <w:r w:rsidRPr="000C3E6E">
        <w:rPr>
          <w:rFonts w:cs="Arial"/>
          <w:b/>
        </w:rPr>
        <w:t>Lisainfo</w:t>
      </w:r>
      <w:r>
        <w:rPr>
          <w:rFonts w:cs="Arial"/>
        </w:rPr>
        <w:t>: Ohualas</w:t>
      </w:r>
      <w:r w:rsidR="00564B5F">
        <w:rPr>
          <w:rFonts w:cs="Arial"/>
        </w:rPr>
        <w:t xml:space="preserve"> ei toimu liikumist</w:t>
      </w:r>
      <w:r>
        <w:rPr>
          <w:rFonts w:cs="Arial"/>
        </w:rPr>
        <w:t xml:space="preserve"> Kaitseväe poolt</w:t>
      </w:r>
      <w:r w:rsidR="00564B5F">
        <w:rPr>
          <w:rFonts w:cs="Arial"/>
        </w:rPr>
        <w:t xml:space="preserve">, seal viibimine on keelatud ja eluohtlik. </w:t>
      </w:r>
      <w:proofErr w:type="spellStart"/>
      <w:r w:rsidR="00564B5F">
        <w:rPr>
          <w:rFonts w:cs="Arial"/>
        </w:rPr>
        <w:t>Ohuala</w:t>
      </w:r>
      <w:proofErr w:type="spellEnd"/>
      <w:r w:rsidR="00564B5F">
        <w:rPr>
          <w:rFonts w:cs="Arial"/>
        </w:rPr>
        <w:t xml:space="preserve"> suletakse </w:t>
      </w:r>
      <w:r w:rsidR="000C3E6E">
        <w:rPr>
          <w:rFonts w:cs="Arial"/>
        </w:rPr>
        <w:t xml:space="preserve">harjutuse ajal </w:t>
      </w:r>
      <w:r w:rsidR="00564B5F">
        <w:rPr>
          <w:rFonts w:cs="Arial"/>
        </w:rPr>
        <w:t xml:space="preserve">liikumiseks </w:t>
      </w:r>
      <w:r>
        <w:rPr>
          <w:rFonts w:cs="Arial"/>
        </w:rPr>
        <w:t>kõikidele kõrvalistele isikutele,</w:t>
      </w:r>
      <w:r w:rsidR="000C3E6E">
        <w:rPr>
          <w:rFonts w:cs="Arial"/>
        </w:rPr>
        <w:t xml:space="preserve"> ohualale viivatele teedele paigaldatakse </w:t>
      </w:r>
      <w:proofErr w:type="spellStart"/>
      <w:r w:rsidR="000C3E6E">
        <w:rPr>
          <w:rFonts w:cs="Arial"/>
        </w:rPr>
        <w:t>tõkestaja</w:t>
      </w:r>
      <w:proofErr w:type="spellEnd"/>
      <w:r w:rsidR="00F8197C">
        <w:rPr>
          <w:rFonts w:cs="Arial"/>
        </w:rPr>
        <w:t xml:space="preserve">. Kaitseväe </w:t>
      </w:r>
      <w:proofErr w:type="spellStart"/>
      <w:r w:rsidR="00F8197C">
        <w:rPr>
          <w:rFonts w:cs="Arial"/>
        </w:rPr>
        <w:t>keskpolügooni</w:t>
      </w:r>
      <w:proofErr w:type="spellEnd"/>
      <w:r w:rsidR="00F8197C">
        <w:rPr>
          <w:rFonts w:cs="Arial"/>
        </w:rPr>
        <w:t xml:space="preserve"> laiendatud </w:t>
      </w:r>
      <w:proofErr w:type="spellStart"/>
      <w:r w:rsidR="00F8197C">
        <w:rPr>
          <w:rFonts w:cs="Arial"/>
        </w:rPr>
        <w:t>ohuala</w:t>
      </w:r>
      <w:proofErr w:type="spellEnd"/>
      <w:r w:rsidR="00F8197C">
        <w:rPr>
          <w:rFonts w:cs="Arial"/>
        </w:rPr>
        <w:t xml:space="preserve"> </w:t>
      </w:r>
      <w:proofErr w:type="spellStart"/>
      <w:r w:rsidR="00F8197C">
        <w:rPr>
          <w:rFonts w:cs="Arial"/>
        </w:rPr>
        <w:t>väilispiir</w:t>
      </w:r>
      <w:proofErr w:type="spellEnd"/>
      <w:r w:rsidR="00F8197C">
        <w:rPr>
          <w:rFonts w:cs="Arial"/>
        </w:rPr>
        <w:t xml:space="preserve"> on tähistatud, piiril asuvatesse lipumastidesse heisatakse ohtliku tegevuse ajal punased lipud.</w:t>
      </w:r>
    </w:p>
    <w:p w:rsidR="001752E1" w:rsidRDefault="00564B5F" w:rsidP="005C2160">
      <w:pPr>
        <w:rPr>
          <w:rFonts w:cs="Arial"/>
        </w:rPr>
      </w:pPr>
      <w:r>
        <w:rPr>
          <w:rFonts w:cs="Arial"/>
        </w:rPr>
        <w:t xml:space="preserve">Kontaktisik on Kaitseväe </w:t>
      </w:r>
      <w:proofErr w:type="spellStart"/>
      <w:r>
        <w:rPr>
          <w:rFonts w:cs="Arial"/>
        </w:rPr>
        <w:t>keskpolügooni</w:t>
      </w:r>
      <w:proofErr w:type="spellEnd"/>
      <w:r>
        <w:rPr>
          <w:rFonts w:cs="Arial"/>
        </w:rPr>
        <w:t xml:space="preserve"> ohutusspetsialist, tel. </w:t>
      </w:r>
      <w:r w:rsidRPr="00564B5F">
        <w:rPr>
          <w:rFonts w:cs="Arial"/>
        </w:rPr>
        <w:t>5326 4560</w:t>
      </w:r>
      <w:r>
        <w:rPr>
          <w:rFonts w:cs="Arial"/>
        </w:rPr>
        <w:t>, kvkp@rkik.ee</w:t>
      </w:r>
    </w:p>
    <w:p w:rsidR="00716D88" w:rsidRDefault="00716D88" w:rsidP="005C2160">
      <w:pPr>
        <w:rPr>
          <w:rFonts w:cs="Arial"/>
        </w:rPr>
      </w:pPr>
    </w:p>
    <w:p w:rsidR="00D80DC4" w:rsidRDefault="00D80DC4" w:rsidP="005C2160">
      <w:pPr>
        <w:rPr>
          <w:rFonts w:cs="Arial"/>
        </w:rPr>
      </w:pPr>
    </w:p>
    <w:p w:rsidR="001752E1" w:rsidRDefault="001752E1" w:rsidP="005C2160">
      <w:pPr>
        <w:rPr>
          <w:rFonts w:cs="Arial"/>
        </w:rPr>
      </w:pPr>
      <w:r>
        <w:rPr>
          <w:rFonts w:cs="Arial"/>
        </w:rPr>
        <w:t>Lugupidamisega</w:t>
      </w:r>
    </w:p>
    <w:p w:rsidR="00564B5F" w:rsidRDefault="00564B5F" w:rsidP="005C2160">
      <w:pPr>
        <w:rPr>
          <w:rFonts w:cs="Arial"/>
        </w:rPr>
      </w:pPr>
    </w:p>
    <w:p w:rsidR="001752E1" w:rsidRDefault="00564B5F" w:rsidP="005C2160">
      <w:pPr>
        <w:rPr>
          <w:rFonts w:cs="Arial"/>
        </w:rPr>
      </w:pPr>
      <w:r>
        <w:rPr>
          <w:rFonts w:cs="Arial"/>
        </w:rPr>
        <w:t>Sten Väinaste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Põhja piirkonna</w:t>
      </w:r>
      <w:r w:rsidR="003E67D2">
        <w:rPr>
          <w:rFonts w:cs="Arial"/>
        </w:rPr>
        <w:t xml:space="preserve"> </w:t>
      </w:r>
      <w:r>
        <w:rPr>
          <w:rFonts w:cs="Arial"/>
        </w:rPr>
        <w:t>juht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 xml:space="preserve">Harjutusväljade </w:t>
      </w:r>
      <w:r w:rsidR="003E67D2">
        <w:rPr>
          <w:rFonts w:cs="Arial"/>
        </w:rPr>
        <w:t>taristu</w:t>
      </w:r>
      <w:r>
        <w:rPr>
          <w:rFonts w:cs="Arial"/>
        </w:rPr>
        <w:t>portfell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Riigi Kaitseinvesteeringute Keskus</w:t>
      </w:r>
    </w:p>
    <w:p w:rsidR="001752E1" w:rsidRDefault="001752E1" w:rsidP="005C2160">
      <w:pPr>
        <w:rPr>
          <w:rFonts w:cs="Arial"/>
        </w:rPr>
      </w:pPr>
    </w:p>
    <w:p w:rsidR="001752E1" w:rsidRPr="00582422" w:rsidRDefault="001752E1" w:rsidP="005C2160">
      <w:pPr>
        <w:rPr>
          <w:rFonts w:cs="Arial"/>
          <w:i/>
        </w:rPr>
      </w:pPr>
      <w:r w:rsidRPr="00582422">
        <w:rPr>
          <w:rFonts w:cs="Arial"/>
          <w:i/>
        </w:rPr>
        <w:t>[ allkirjastatud digitaalselt ]</w:t>
      </w:r>
    </w:p>
    <w:p w:rsidR="00716D88" w:rsidRDefault="00716D88" w:rsidP="005C2160">
      <w:pPr>
        <w:rPr>
          <w:rFonts w:cs="Arial"/>
        </w:rPr>
      </w:pPr>
    </w:p>
    <w:p w:rsidR="001B7B8E" w:rsidRDefault="001B7B8E" w:rsidP="005C2160">
      <w:pPr>
        <w:rPr>
          <w:rFonts w:cs="Arial"/>
        </w:rPr>
      </w:pPr>
    </w:p>
    <w:p w:rsidR="000A21CC" w:rsidRPr="00145EFD" w:rsidRDefault="000A21CC" w:rsidP="005C2160">
      <w:pPr>
        <w:rPr>
          <w:rFonts w:cs="Arial"/>
        </w:rPr>
      </w:pPr>
      <w:r>
        <w:rPr>
          <w:rFonts w:cs="Arial"/>
        </w:rPr>
        <w:t>Lisad: Maa-ala kaart</w:t>
      </w:r>
    </w:p>
    <w:sectPr w:rsidR="000A21CC" w:rsidRPr="00145EFD" w:rsidSect="003B410D">
      <w:headerReference w:type="default" r:id="rId8"/>
      <w:footerReference w:type="default" r:id="rId9"/>
      <w:headerReference w:type="first" r:id="rId10"/>
      <w:pgSz w:w="11906" w:h="16838" w:code="9"/>
      <w:pgMar w:top="2247" w:right="851" w:bottom="680" w:left="1701" w:header="896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3F7" w:rsidRDefault="003E43F7" w:rsidP="00DF44DF">
      <w:r>
        <w:separator/>
      </w:r>
    </w:p>
  </w:endnote>
  <w:endnote w:type="continuationSeparator" w:id="0">
    <w:p w:rsidR="003E43F7" w:rsidRDefault="003E43F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0001" w:usb1="00000000" w:usb2="00000000" w:usb3="00000000" w:csb0="0000008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2D8" w:rsidRPr="00DE5AB4" w:rsidRDefault="00DE5AB4" w:rsidP="00DE5AB4">
    <w:pPr>
      <w:pStyle w:val="Footer"/>
      <w:jc w:val="center"/>
      <w:rPr>
        <w:rFonts w:cs="Arial"/>
        <w:szCs w:val="22"/>
      </w:rPr>
    </w:pPr>
    <w:r w:rsidRPr="00DE5AB4">
      <w:rPr>
        <w:rFonts w:cs="Arial"/>
        <w:szCs w:val="22"/>
      </w:rPr>
      <w:fldChar w:fldCharType="begin"/>
    </w:r>
    <w:r w:rsidRPr="00DE5AB4">
      <w:rPr>
        <w:rFonts w:cs="Arial"/>
        <w:szCs w:val="22"/>
      </w:rPr>
      <w:instrText xml:space="preserve"> PAGE   \* MERGEFORMAT </w:instrText>
    </w:r>
    <w:r w:rsidRPr="00DE5AB4">
      <w:rPr>
        <w:rFonts w:cs="Arial"/>
        <w:szCs w:val="22"/>
      </w:rPr>
      <w:fldChar w:fldCharType="separate"/>
    </w:r>
    <w:r w:rsidR="002D469E">
      <w:rPr>
        <w:rFonts w:cs="Arial"/>
        <w:noProof/>
        <w:szCs w:val="22"/>
      </w:rPr>
      <w:t>2</w:t>
    </w:r>
    <w:r w:rsidRPr="00DE5AB4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3F7" w:rsidRDefault="003E43F7" w:rsidP="00DF44DF">
      <w:r>
        <w:separator/>
      </w:r>
    </w:p>
  </w:footnote>
  <w:footnote w:type="continuationSeparator" w:id="0">
    <w:p w:rsidR="003E43F7" w:rsidRDefault="003E43F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KAITSEVÄGI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Märge tehtud 01.03.2023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kuid mitte kauem kui 01.03.2033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5534B" w:rsidRDefault="0035534B" w:rsidP="001752E1">
    <w:pPr>
      <w:framePr w:w="4111" w:h="1123" w:hSpace="181" w:wrap="around" w:vAnchor="page" w:hAnchor="margin" w:xAlign="right" w:y="381"/>
      <w:jc w:val="center"/>
      <w:rPr>
        <w:rFonts w:cs="Arial"/>
        <w:noProof/>
        <w:kern w:val="2"/>
        <w:sz w:val="16"/>
        <w:szCs w:val="16"/>
      </w:rPr>
    </w:pPr>
  </w:p>
  <w:p w:rsidR="00DE5AB4" w:rsidRDefault="00DE5AB4" w:rsidP="00DE5AB4">
    <w:pPr>
      <w:pStyle w:val="Header"/>
    </w:pPr>
  </w:p>
  <w:p w:rsidR="00DE5AB4" w:rsidRDefault="00DE5AB4" w:rsidP="00DE5AB4">
    <w:pPr>
      <w:pStyle w:val="Header"/>
    </w:pPr>
  </w:p>
  <w:p w:rsidR="00DE5AB4" w:rsidRPr="00DE5AB4" w:rsidRDefault="00DE5AB4" w:rsidP="00DE5A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0D" w:rsidRDefault="00CC72F6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Riigi Kaitseinvesteeringute Keskus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Märge tehtud </w:t>
    </w:r>
    <w:r w:rsidR="002D469E">
      <w:rPr>
        <w:rFonts w:cs="Arial"/>
        <w:sz w:val="16"/>
        <w:szCs w:val="16"/>
      </w:rPr>
      <w:t>26</w:t>
    </w:r>
    <w:r>
      <w:rPr>
        <w:rFonts w:cs="Arial"/>
        <w:sz w:val="16"/>
        <w:szCs w:val="16"/>
      </w:rPr>
      <w:t>.</w:t>
    </w:r>
    <w:r w:rsidR="000A21CC">
      <w:rPr>
        <w:rFonts w:cs="Arial"/>
        <w:sz w:val="16"/>
        <w:szCs w:val="16"/>
      </w:rPr>
      <w:t>05.</w:t>
    </w:r>
    <w:r>
      <w:rPr>
        <w:rFonts w:cs="Arial"/>
        <w:sz w:val="16"/>
        <w:szCs w:val="16"/>
      </w:rPr>
      <w:t>2023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B410D" w:rsidRDefault="009C49E0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kuid mitte kauem kui </w:t>
    </w:r>
    <w:r w:rsidR="002D469E">
      <w:rPr>
        <w:rFonts w:cs="Arial"/>
        <w:sz w:val="16"/>
        <w:szCs w:val="16"/>
      </w:rPr>
      <w:t>26</w:t>
    </w:r>
    <w:r w:rsidR="000A21CC">
      <w:rPr>
        <w:rFonts w:cs="Arial"/>
        <w:sz w:val="16"/>
        <w:szCs w:val="16"/>
      </w:rPr>
      <w:t>.05</w:t>
    </w:r>
    <w:r w:rsidR="003B410D">
      <w:rPr>
        <w:rFonts w:cs="Arial"/>
        <w:sz w:val="16"/>
        <w:szCs w:val="16"/>
      </w:rPr>
      <w:t>.2033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B410D" w:rsidRDefault="003B410D" w:rsidP="001752E1">
    <w:pPr>
      <w:framePr w:w="4111" w:h="1123" w:hSpace="181" w:wrap="around" w:vAnchor="page" w:hAnchor="margin" w:xAlign="right" w:y="381"/>
      <w:jc w:val="center"/>
      <w:rPr>
        <w:rFonts w:cs="Arial"/>
        <w:noProof/>
        <w:sz w:val="16"/>
        <w:szCs w:val="16"/>
      </w:rPr>
    </w:pPr>
  </w:p>
  <w:p w:rsidR="00974320" w:rsidRPr="00DE5AB4" w:rsidRDefault="00974320">
    <w:pPr>
      <w:pStyle w:val="Header"/>
      <w:rPr>
        <w:rFonts w:cs="Arial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72911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60E2"/>
    <w:rsid w:val="000467A9"/>
    <w:rsid w:val="00050761"/>
    <w:rsid w:val="00060947"/>
    <w:rsid w:val="00063683"/>
    <w:rsid w:val="000913FC"/>
    <w:rsid w:val="000A17B5"/>
    <w:rsid w:val="000A21CC"/>
    <w:rsid w:val="000C3E6E"/>
    <w:rsid w:val="000D2B63"/>
    <w:rsid w:val="000E464B"/>
    <w:rsid w:val="00124999"/>
    <w:rsid w:val="0013232F"/>
    <w:rsid w:val="00145EFD"/>
    <w:rsid w:val="001523BD"/>
    <w:rsid w:val="00154402"/>
    <w:rsid w:val="001752E1"/>
    <w:rsid w:val="0019654D"/>
    <w:rsid w:val="001A7D04"/>
    <w:rsid w:val="001B7B8E"/>
    <w:rsid w:val="001D4CFB"/>
    <w:rsid w:val="001D762C"/>
    <w:rsid w:val="002008A2"/>
    <w:rsid w:val="00206293"/>
    <w:rsid w:val="002318E9"/>
    <w:rsid w:val="00237288"/>
    <w:rsid w:val="0024632A"/>
    <w:rsid w:val="00277D84"/>
    <w:rsid w:val="002835BB"/>
    <w:rsid w:val="0028449E"/>
    <w:rsid w:val="00293449"/>
    <w:rsid w:val="00297544"/>
    <w:rsid w:val="002D17A2"/>
    <w:rsid w:val="002D469E"/>
    <w:rsid w:val="002F254F"/>
    <w:rsid w:val="0034719C"/>
    <w:rsid w:val="003511A1"/>
    <w:rsid w:val="00354059"/>
    <w:rsid w:val="0035534B"/>
    <w:rsid w:val="00367470"/>
    <w:rsid w:val="00384D05"/>
    <w:rsid w:val="00391645"/>
    <w:rsid w:val="00394DCB"/>
    <w:rsid w:val="003A39AE"/>
    <w:rsid w:val="003B2A9C"/>
    <w:rsid w:val="003B410D"/>
    <w:rsid w:val="003E43F7"/>
    <w:rsid w:val="003E67D2"/>
    <w:rsid w:val="00435A13"/>
    <w:rsid w:val="00437944"/>
    <w:rsid w:val="0044084D"/>
    <w:rsid w:val="004472D6"/>
    <w:rsid w:val="004536D9"/>
    <w:rsid w:val="00483F7E"/>
    <w:rsid w:val="004B68A0"/>
    <w:rsid w:val="004C1391"/>
    <w:rsid w:val="004C24D2"/>
    <w:rsid w:val="004E11FD"/>
    <w:rsid w:val="005314DF"/>
    <w:rsid w:val="00544656"/>
    <w:rsid w:val="00546204"/>
    <w:rsid w:val="00551E24"/>
    <w:rsid w:val="00554D52"/>
    <w:rsid w:val="005552D8"/>
    <w:rsid w:val="00557534"/>
    <w:rsid w:val="00560A92"/>
    <w:rsid w:val="00564569"/>
    <w:rsid w:val="00564B5F"/>
    <w:rsid w:val="00572653"/>
    <w:rsid w:val="00582422"/>
    <w:rsid w:val="005A0950"/>
    <w:rsid w:val="005B3E75"/>
    <w:rsid w:val="005B5CE1"/>
    <w:rsid w:val="005C2160"/>
    <w:rsid w:val="005E3AED"/>
    <w:rsid w:val="005E45BB"/>
    <w:rsid w:val="00602834"/>
    <w:rsid w:val="0062217E"/>
    <w:rsid w:val="006302C6"/>
    <w:rsid w:val="00680609"/>
    <w:rsid w:val="0069759C"/>
    <w:rsid w:val="006A01AC"/>
    <w:rsid w:val="006E16BD"/>
    <w:rsid w:val="006F3BB9"/>
    <w:rsid w:val="006F72D7"/>
    <w:rsid w:val="007056E1"/>
    <w:rsid w:val="00713327"/>
    <w:rsid w:val="00716D88"/>
    <w:rsid w:val="00722182"/>
    <w:rsid w:val="00731C83"/>
    <w:rsid w:val="007340DA"/>
    <w:rsid w:val="00737F36"/>
    <w:rsid w:val="00742C8A"/>
    <w:rsid w:val="00745CA0"/>
    <w:rsid w:val="00755724"/>
    <w:rsid w:val="0075695A"/>
    <w:rsid w:val="007A1DE8"/>
    <w:rsid w:val="007D54FC"/>
    <w:rsid w:val="007D5E5F"/>
    <w:rsid w:val="007E4865"/>
    <w:rsid w:val="007E77E2"/>
    <w:rsid w:val="007F3121"/>
    <w:rsid w:val="00835858"/>
    <w:rsid w:val="00836D3E"/>
    <w:rsid w:val="008502C9"/>
    <w:rsid w:val="00886BAD"/>
    <w:rsid w:val="008919F2"/>
    <w:rsid w:val="00891D2F"/>
    <w:rsid w:val="008B041F"/>
    <w:rsid w:val="008B577B"/>
    <w:rsid w:val="008B7622"/>
    <w:rsid w:val="008C1C71"/>
    <w:rsid w:val="008D1DAE"/>
    <w:rsid w:val="008D4634"/>
    <w:rsid w:val="008E58B8"/>
    <w:rsid w:val="008F0B50"/>
    <w:rsid w:val="0091786B"/>
    <w:rsid w:val="009370A4"/>
    <w:rsid w:val="00974320"/>
    <w:rsid w:val="00983727"/>
    <w:rsid w:val="009A37A0"/>
    <w:rsid w:val="009C49E0"/>
    <w:rsid w:val="009E7F4A"/>
    <w:rsid w:val="00A10E66"/>
    <w:rsid w:val="00A1244E"/>
    <w:rsid w:val="00A13FDE"/>
    <w:rsid w:val="00A6392F"/>
    <w:rsid w:val="00A91D3E"/>
    <w:rsid w:val="00AA333B"/>
    <w:rsid w:val="00AB033C"/>
    <w:rsid w:val="00AC4752"/>
    <w:rsid w:val="00AD2EA7"/>
    <w:rsid w:val="00AE02A8"/>
    <w:rsid w:val="00B4604C"/>
    <w:rsid w:val="00B46BBD"/>
    <w:rsid w:val="00B71187"/>
    <w:rsid w:val="00BC02C7"/>
    <w:rsid w:val="00BC1A62"/>
    <w:rsid w:val="00BD078E"/>
    <w:rsid w:val="00BD3CCF"/>
    <w:rsid w:val="00BE0CC9"/>
    <w:rsid w:val="00BE447E"/>
    <w:rsid w:val="00BF4162"/>
    <w:rsid w:val="00BF4D7C"/>
    <w:rsid w:val="00BF7AB7"/>
    <w:rsid w:val="00C05823"/>
    <w:rsid w:val="00C20E5C"/>
    <w:rsid w:val="00C24F66"/>
    <w:rsid w:val="00C26528"/>
    <w:rsid w:val="00C27B07"/>
    <w:rsid w:val="00C3359E"/>
    <w:rsid w:val="00C41FC5"/>
    <w:rsid w:val="00C83346"/>
    <w:rsid w:val="00CA2BE2"/>
    <w:rsid w:val="00CA583B"/>
    <w:rsid w:val="00CA5F0B"/>
    <w:rsid w:val="00CA65B2"/>
    <w:rsid w:val="00CC72F6"/>
    <w:rsid w:val="00CF2B77"/>
    <w:rsid w:val="00CF4303"/>
    <w:rsid w:val="00D01331"/>
    <w:rsid w:val="00D11DC2"/>
    <w:rsid w:val="00D13C2B"/>
    <w:rsid w:val="00D353FE"/>
    <w:rsid w:val="00D40650"/>
    <w:rsid w:val="00D41E32"/>
    <w:rsid w:val="00D46FD7"/>
    <w:rsid w:val="00D50B47"/>
    <w:rsid w:val="00D54E99"/>
    <w:rsid w:val="00D6316E"/>
    <w:rsid w:val="00D67916"/>
    <w:rsid w:val="00D71F33"/>
    <w:rsid w:val="00D80DC4"/>
    <w:rsid w:val="00D83158"/>
    <w:rsid w:val="00D84ABA"/>
    <w:rsid w:val="00DE5AB4"/>
    <w:rsid w:val="00DE74B5"/>
    <w:rsid w:val="00DF1339"/>
    <w:rsid w:val="00DF44DF"/>
    <w:rsid w:val="00E023F6"/>
    <w:rsid w:val="00E03DBB"/>
    <w:rsid w:val="00E12118"/>
    <w:rsid w:val="00E23FE7"/>
    <w:rsid w:val="00E740D7"/>
    <w:rsid w:val="00E8476A"/>
    <w:rsid w:val="00EA34FB"/>
    <w:rsid w:val="00EF0BC2"/>
    <w:rsid w:val="00F2717D"/>
    <w:rsid w:val="00F8197C"/>
    <w:rsid w:val="00F91D41"/>
    <w:rsid w:val="00F9455E"/>
    <w:rsid w:val="00F9645B"/>
    <w:rsid w:val="00F9773D"/>
    <w:rsid w:val="00FD709A"/>
    <w:rsid w:val="00FE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571A8A"/>
  <w14:defaultImageDpi w14:val="0"/>
  <w15:docId w15:val="{3B5B84EF-2419-4080-A2A1-B516E48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16E"/>
    <w:pPr>
      <w:widowControl w:val="0"/>
      <w:suppressAutoHyphens/>
      <w:jc w:val="both"/>
    </w:pPr>
    <w:rPr>
      <w:rFonts w:cs="Times New Roman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16E"/>
    <w:pPr>
      <w:keepNext/>
      <w:keepLines/>
      <w:spacing w:before="240" w:after="200"/>
      <w:jc w:val="left"/>
      <w:outlineLvl w:val="0"/>
    </w:pPr>
    <w:rPr>
      <w:rFonts w:asciiTheme="majorHAnsi" w:eastAsiaTheme="majorEastAsia" w:hAnsiTheme="majorHAns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316E"/>
    <w:pPr>
      <w:keepNext/>
      <w:keepLines/>
      <w:spacing w:before="240" w:after="200"/>
      <w:outlineLvl w:val="1"/>
    </w:pPr>
    <w:rPr>
      <w:rFonts w:asciiTheme="majorHAnsi" w:eastAsiaTheme="majorEastAsia" w:hAnsiTheme="majorHAns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316E"/>
    <w:pPr>
      <w:keepNext/>
      <w:keepLines/>
      <w:spacing w:before="240" w:after="200"/>
      <w:outlineLvl w:val="2"/>
    </w:pPr>
    <w:rPr>
      <w:rFonts w:asciiTheme="majorHAnsi" w:eastAsiaTheme="majorEastAsia" w:hAnsiTheme="majorHAns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rsid w:val="00D6316E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b/>
      <w:bCs/>
      <w:color w:val="000000"/>
      <w:szCs w:val="28"/>
      <w:u w:color="000000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color w:val="000000"/>
      <w:sz w:val="26"/>
      <w:szCs w:val="26"/>
      <w:u w:color="000000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color w:val="000000"/>
      <w:u w:color="000000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color w:val="000000"/>
      <w:u w:color="000000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  <w:color w:val="000000"/>
      <w:u w:color="000000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cs="Arial"/>
      <w:color w:val="000000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D6316E"/>
    <w:rPr>
      <w:rFonts w:asciiTheme="majorHAnsi" w:eastAsiaTheme="majorEastAsia" w:hAnsiTheme="majorHAnsi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D6316E"/>
    <w:rPr>
      <w:rFonts w:asciiTheme="majorHAnsi" w:eastAsiaTheme="majorEastAsia" w:hAnsiTheme="majorHAnsi" w:cs="Times New Roman"/>
      <w:b/>
      <w:i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D6316E"/>
    <w:rPr>
      <w:rFonts w:asciiTheme="majorHAnsi" w:eastAsiaTheme="majorEastAsia" w:hAnsiTheme="majorHAnsi" w:cs="Times New Roman"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D6316E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eastAsia="Microsoft YaHei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color w:val="000000"/>
      <w:u w:color="000000"/>
    </w:rPr>
  </w:style>
  <w:style w:type="paragraph" w:customStyle="1" w:styleId="AK">
    <w:name w:val="AK"/>
    <w:autoRedefine/>
    <w:qFormat/>
    <w:rsid w:val="00D6316E"/>
    <w:pPr>
      <w:keepNext/>
      <w:keepLines/>
      <w:suppressLineNumbers/>
      <w:jc w:val="center"/>
    </w:pPr>
    <w:rPr>
      <w:rFonts w:eastAsia="SimSun" w:cs="Times New Roman"/>
      <w:bCs/>
      <w:kern w:val="1"/>
      <w:sz w:val="16"/>
      <w:lang w:val="et-EE"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 w:cs="Times New Roman"/>
      <w:kern w:val="24"/>
      <w:sz w:val="24"/>
      <w:szCs w:val="24"/>
      <w:lang w:val="et-EE"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835858"/>
    <w:pPr>
      <w:widowControl/>
      <w:suppressAutoHyphens w:val="0"/>
      <w:spacing w:after="56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ListParagraph">
    <w:name w:val="List Paragraph"/>
    <w:basedOn w:val="Normal"/>
    <w:uiPriority w:val="34"/>
    <w:qFormat/>
    <w:rsid w:val="00D63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1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.lavrenov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4109E57-C8C7-4BF7-BBD6-1E3DE783E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0</TotalTime>
  <Pages>1</Pages>
  <Words>193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HarTP</dc:creator>
  <cp:keywords/>
  <dc:description/>
  <cp:lastModifiedBy>Kersti Ristimägi</cp:lastModifiedBy>
  <cp:revision>2</cp:revision>
  <cp:lastPrinted>2014-06-02T05:40:00Z</cp:lastPrinted>
  <dcterms:created xsi:type="dcterms:W3CDTF">2023-05-26T08:42:00Z</dcterms:created>
  <dcterms:modified xsi:type="dcterms:W3CDTF">2023-05-26T08:42:00Z</dcterms:modified>
</cp:coreProperties>
</file>